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7E1F9DDA" w14:textId="77777777" w:rsidTr="00CA5E56">
        <w:tc>
          <w:tcPr>
            <w:tcW w:w="2800" w:type="dxa"/>
          </w:tcPr>
          <w:p w14:paraId="060AAD33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</w:tcPr>
          <w:p w14:paraId="62A3271C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20561C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7B942A17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43C440F1" w14:textId="77777777" w:rsidTr="00CA5E56">
        <w:tc>
          <w:tcPr>
            <w:tcW w:w="2800" w:type="dxa"/>
          </w:tcPr>
          <w:p w14:paraId="1DF7AACF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</w:tcPr>
          <w:p w14:paraId="41608F5B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0686CD4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3123C188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5AFC42C7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4"/>
      </w:tblGrid>
      <w:tr w:rsidR="00CA5E56" w:rsidRPr="00EB20B0" w14:paraId="5086A36D" w14:textId="77777777" w:rsidTr="00CA5E56">
        <w:tc>
          <w:tcPr>
            <w:tcW w:w="14034" w:type="dxa"/>
            <w:shd w:val="clear" w:color="auto" w:fill="F2F2F2"/>
          </w:tcPr>
          <w:p w14:paraId="1A9AB558" w14:textId="77777777" w:rsidR="00CA5E56" w:rsidRPr="00EB20B0" w:rsidRDefault="00CA5E56" w:rsidP="00311A8C">
            <w:pPr>
              <w:pStyle w:val="Nagwek2"/>
              <w:spacing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B20B0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</w:p>
          <w:p w14:paraId="3C2BBDC5" w14:textId="77777777" w:rsidR="00311A8C" w:rsidRPr="00EB20B0" w:rsidRDefault="00311A8C" w:rsidP="00311A8C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B20B0">
              <w:rPr>
                <w:rFonts w:ascii="Arial" w:eastAsia="Calibri" w:hAnsi="Arial" w:cs="Arial"/>
                <w:sz w:val="24"/>
                <w:szCs w:val="24"/>
                <w:lang w:eastAsia="en-US"/>
              </w:rPr>
              <w:t>(należy złożyć na wezwanie zamawiającego)</w:t>
            </w:r>
          </w:p>
          <w:p w14:paraId="751C0F5F" w14:textId="77777777" w:rsidR="00311A8C" w:rsidRPr="00EB20B0" w:rsidRDefault="00311A8C" w:rsidP="00311A8C"/>
        </w:tc>
      </w:tr>
    </w:tbl>
    <w:p w14:paraId="5838666F" w14:textId="77777777" w:rsidR="00CA5E56" w:rsidRPr="00EB20B0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B20B0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11636"/>
      </w:tblGrid>
      <w:tr w:rsidR="00CA5E56" w:rsidRPr="00EB20B0" w14:paraId="4D9EBBCA" w14:textId="77777777" w:rsidTr="00CA5E56">
        <w:tc>
          <w:tcPr>
            <w:tcW w:w="2268" w:type="dxa"/>
          </w:tcPr>
          <w:p w14:paraId="06BEA85D" w14:textId="77777777" w:rsidR="00CA5E56" w:rsidRPr="00EB20B0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20B0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</w:tcPr>
          <w:p w14:paraId="5B4DAACF" w14:textId="0A3DAA1F" w:rsidR="00CA5E56" w:rsidRPr="00EB20B0" w:rsidRDefault="004A0785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A0785">
              <w:rPr>
                <w:rFonts w:ascii="Arial" w:hAnsi="Arial" w:cs="Arial"/>
                <w:bCs/>
                <w:sz w:val="24"/>
                <w:szCs w:val="24"/>
              </w:rPr>
              <w:t>Budowa sieci wodociągowej w miejscowości Konarzew ul. Jodłowa i ul. Szczerkowska</w:t>
            </w:r>
          </w:p>
        </w:tc>
      </w:tr>
      <w:tr w:rsidR="00331A7D" w:rsidRPr="00CA5E56" w14:paraId="14C00930" w14:textId="77777777" w:rsidTr="007C7722">
        <w:tc>
          <w:tcPr>
            <w:tcW w:w="2268" w:type="dxa"/>
          </w:tcPr>
          <w:p w14:paraId="5D970022" w14:textId="77777777" w:rsidR="00331A7D" w:rsidRPr="00EB20B0" w:rsidRDefault="00331A7D" w:rsidP="007C7722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20B0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</w:tcPr>
          <w:p w14:paraId="04ED0AB2" w14:textId="17EA4316" w:rsidR="00331A7D" w:rsidRPr="00EB20B0" w:rsidRDefault="00331A7D" w:rsidP="007C7722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B20B0">
              <w:rPr>
                <w:rFonts w:ascii="Arial" w:hAnsi="Arial" w:cs="Arial"/>
                <w:bCs/>
                <w:sz w:val="24"/>
                <w:szCs w:val="24"/>
              </w:rPr>
              <w:t>GK.271.</w:t>
            </w:r>
            <w:r w:rsidR="00EB20B0" w:rsidRPr="00EB20B0">
              <w:rPr>
                <w:rFonts w:ascii="Arial" w:hAnsi="Arial" w:cs="Arial"/>
                <w:bCs/>
                <w:sz w:val="24"/>
                <w:szCs w:val="24"/>
              </w:rPr>
              <w:t>11</w:t>
            </w:r>
            <w:r w:rsidRPr="00EB20B0">
              <w:rPr>
                <w:rFonts w:ascii="Arial" w:hAnsi="Arial" w:cs="Arial"/>
                <w:bCs/>
                <w:sz w:val="24"/>
                <w:szCs w:val="24"/>
              </w:rPr>
              <w:t>.202</w:t>
            </w:r>
            <w:r w:rsidR="00EB20B0" w:rsidRPr="00EB20B0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</w:tbl>
    <w:p w14:paraId="262D2498" w14:textId="77777777" w:rsidR="0060654D" w:rsidRDefault="00331A7D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oświadczam</w:t>
      </w:r>
      <w:r w:rsidR="00CA5E56">
        <w:rPr>
          <w:rFonts w:ascii="Arial" w:eastAsia="Calibri" w:hAnsi="Arial" w:cs="Arial"/>
          <w:sz w:val="24"/>
          <w:szCs w:val="24"/>
          <w:lang w:eastAsia="en-US"/>
        </w:rPr>
        <w:t>(y)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, że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260"/>
        <w:gridCol w:w="4536"/>
        <w:gridCol w:w="3261"/>
      </w:tblGrid>
      <w:tr w:rsidR="00173417" w14:paraId="0F0DC31D" w14:textId="77777777" w:rsidTr="0069135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2CE1B0DD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DA4EA61" w14:textId="57A9BA65" w:rsidR="00311A8C" w:rsidRPr="009E4B82" w:rsidRDefault="00173417" w:rsidP="009E4B82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Imię i Nazwisko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2AC052A6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Zakres wykonywanych czynności w realizacji zamówienia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2F2F61C1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uprawnień, doświadczenia 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47C5EC79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173417" w14:paraId="44C2D643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1E02EB41" w14:textId="4BC75C9E" w:rsidR="00173417" w:rsidRPr="00B105F9" w:rsidRDefault="00275CC0" w:rsidP="0017341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</w:tcPr>
          <w:p w14:paraId="7107ED88" w14:textId="77777777" w:rsidR="00173417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  <w:p w14:paraId="58308133" w14:textId="77777777" w:rsidR="00311A8C" w:rsidRPr="00311A8C" w:rsidRDefault="00311A8C" w:rsidP="00311A8C"/>
          <w:p w14:paraId="57D97909" w14:textId="77777777" w:rsidR="00311A8C" w:rsidRPr="00311A8C" w:rsidRDefault="00311A8C" w:rsidP="00311A8C"/>
          <w:p w14:paraId="4D05439B" w14:textId="77777777" w:rsidR="00311A8C" w:rsidRPr="00311A8C" w:rsidRDefault="00311A8C" w:rsidP="00311A8C"/>
          <w:p w14:paraId="5DFF7C61" w14:textId="77777777" w:rsidR="00311A8C" w:rsidRPr="00311A8C" w:rsidRDefault="00311A8C" w:rsidP="00311A8C"/>
          <w:p w14:paraId="2D5384BC" w14:textId="77777777" w:rsidR="00311A8C" w:rsidRPr="00311A8C" w:rsidRDefault="00311A8C" w:rsidP="00311A8C"/>
          <w:p w14:paraId="7817DE8F" w14:textId="77777777" w:rsidR="00311A8C" w:rsidRPr="00311A8C" w:rsidRDefault="00311A8C" w:rsidP="00311A8C"/>
        </w:tc>
        <w:tc>
          <w:tcPr>
            <w:tcW w:w="3260" w:type="dxa"/>
            <w:vAlign w:val="center"/>
          </w:tcPr>
          <w:p w14:paraId="46C211FB" w14:textId="02DF74C9" w:rsidR="00173417" w:rsidRPr="00B105F9" w:rsidRDefault="009E4B82" w:rsidP="009E4B82">
            <w:pPr>
              <w:pStyle w:val="Nagwek"/>
              <w:spacing w:before="120" w:after="120"/>
              <w:rPr>
                <w:rFonts w:ascii="Arial" w:hAnsi="Arial" w:cs="Arial"/>
              </w:rPr>
            </w:pPr>
            <w:r w:rsidRPr="009E4B82">
              <w:rPr>
                <w:rFonts w:ascii="Arial" w:hAnsi="Arial" w:cs="Arial"/>
                <w:bCs/>
              </w:rPr>
              <w:t>kierownik budowy (branży instalacyjnej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2A7089B" w14:textId="77777777" w:rsidR="00275CC0" w:rsidRPr="00A07230" w:rsidRDefault="00275CC0" w:rsidP="00275CC0">
            <w:pPr>
              <w:pStyle w:val="Nagwek"/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Upra</w:t>
            </w:r>
            <w:r w:rsidRPr="00A07230">
              <w:rPr>
                <w:rFonts w:ascii="Arial" w:hAnsi="Arial" w:cs="Arial"/>
                <w:bCs/>
              </w:rPr>
              <w:t>wnienia budowlane bez ograniczeń zgodnie z ustawą z dnia 7 lipca 1994 r. Prawo budowlane (tekst jednolity Dz. U. z 202</w:t>
            </w:r>
            <w:r>
              <w:rPr>
                <w:rFonts w:ascii="Arial" w:hAnsi="Arial" w:cs="Arial"/>
                <w:bCs/>
              </w:rPr>
              <w:t>5</w:t>
            </w:r>
            <w:r w:rsidRPr="00A07230">
              <w:rPr>
                <w:rFonts w:ascii="Arial" w:hAnsi="Arial" w:cs="Arial"/>
                <w:bCs/>
              </w:rPr>
              <w:t xml:space="preserve"> r., poz. </w:t>
            </w:r>
            <w:r>
              <w:rPr>
                <w:rFonts w:ascii="Arial" w:hAnsi="Arial" w:cs="Arial"/>
                <w:bCs/>
              </w:rPr>
              <w:t>418</w:t>
            </w:r>
            <w:r w:rsidRPr="00A07230">
              <w:rPr>
                <w:rFonts w:ascii="Arial" w:hAnsi="Arial" w:cs="Arial"/>
                <w:bCs/>
              </w:rPr>
              <w:t xml:space="preserve"> ze zm.) w specjalności ………</w:t>
            </w:r>
            <w:proofErr w:type="gramStart"/>
            <w:r w:rsidRPr="00A07230">
              <w:rPr>
                <w:rFonts w:ascii="Arial" w:hAnsi="Arial" w:cs="Arial"/>
                <w:bCs/>
              </w:rPr>
              <w:t>…….</w:t>
            </w:r>
            <w:proofErr w:type="gramEnd"/>
            <w:r w:rsidRPr="00A07230">
              <w:rPr>
                <w:rFonts w:ascii="Arial" w:hAnsi="Arial" w:cs="Arial"/>
                <w:bCs/>
              </w:rPr>
              <w:t>.</w:t>
            </w:r>
          </w:p>
          <w:p w14:paraId="4D01FCBF" w14:textId="77777777" w:rsidR="00275CC0" w:rsidRPr="00A07230" w:rsidRDefault="00275CC0" w:rsidP="00275CC0">
            <w:pPr>
              <w:pStyle w:val="Nagwek"/>
              <w:spacing w:before="120" w:after="120"/>
              <w:rPr>
                <w:rFonts w:ascii="Arial" w:hAnsi="Arial" w:cs="Arial"/>
                <w:bCs/>
              </w:rPr>
            </w:pPr>
            <w:r w:rsidRPr="00A07230">
              <w:rPr>
                <w:rFonts w:ascii="Arial" w:hAnsi="Arial" w:cs="Arial"/>
                <w:bCs/>
              </w:rPr>
              <w:t>Numer uprawnień …</w:t>
            </w:r>
          </w:p>
          <w:p w14:paraId="1E3891BE" w14:textId="695D12CC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7B3BEB67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520EFB49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01A2AE52" w14:textId="38424107" w:rsidR="00173417" w:rsidRPr="00B105F9" w:rsidRDefault="00275CC0" w:rsidP="0017341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410" w:type="dxa"/>
          </w:tcPr>
          <w:p w14:paraId="59063B6E" w14:textId="77777777" w:rsidR="00173417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  <w:p w14:paraId="5F22DB47" w14:textId="77777777" w:rsidR="00311A8C" w:rsidRPr="00311A8C" w:rsidRDefault="00311A8C" w:rsidP="00311A8C"/>
          <w:p w14:paraId="574322CF" w14:textId="77777777" w:rsidR="00311A8C" w:rsidRPr="00311A8C" w:rsidRDefault="00311A8C" w:rsidP="00311A8C"/>
          <w:p w14:paraId="459B4E3E" w14:textId="77777777" w:rsidR="00311A8C" w:rsidRPr="00311A8C" w:rsidRDefault="00311A8C" w:rsidP="00311A8C"/>
        </w:tc>
        <w:tc>
          <w:tcPr>
            <w:tcW w:w="3260" w:type="dxa"/>
            <w:vAlign w:val="center"/>
          </w:tcPr>
          <w:p w14:paraId="721581B4" w14:textId="01422729" w:rsidR="00173417" w:rsidRPr="00B105F9" w:rsidRDefault="009E4B82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9E4B82">
              <w:rPr>
                <w:rFonts w:ascii="Arial" w:hAnsi="Arial" w:cs="Arial"/>
                <w:bCs/>
              </w:rPr>
              <w:t xml:space="preserve">kierownik robót branży </w:t>
            </w:r>
            <w:r>
              <w:rPr>
                <w:rFonts w:ascii="Arial" w:hAnsi="Arial" w:cs="Arial"/>
                <w:bCs/>
              </w:rPr>
              <w:t>drogowej</w:t>
            </w:r>
          </w:p>
        </w:tc>
        <w:tc>
          <w:tcPr>
            <w:tcW w:w="4536" w:type="dxa"/>
            <w:vAlign w:val="center"/>
          </w:tcPr>
          <w:p w14:paraId="7CCD6708" w14:textId="77777777" w:rsidR="00275CC0" w:rsidRPr="00A07230" w:rsidRDefault="00275CC0" w:rsidP="00275CC0">
            <w:pPr>
              <w:pStyle w:val="Nagwek"/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Upra</w:t>
            </w:r>
            <w:r w:rsidRPr="00A07230">
              <w:rPr>
                <w:rFonts w:ascii="Arial" w:hAnsi="Arial" w:cs="Arial"/>
                <w:bCs/>
              </w:rPr>
              <w:t>wnienia budowlane bez ograniczeń zgodnie z ustawą z dnia 7 lipca 1994 r. Prawo budowlane (tekst jednolity Dz. U. z 202</w:t>
            </w:r>
            <w:r>
              <w:rPr>
                <w:rFonts w:ascii="Arial" w:hAnsi="Arial" w:cs="Arial"/>
                <w:bCs/>
              </w:rPr>
              <w:t>5</w:t>
            </w:r>
            <w:r w:rsidRPr="00A07230">
              <w:rPr>
                <w:rFonts w:ascii="Arial" w:hAnsi="Arial" w:cs="Arial"/>
                <w:bCs/>
              </w:rPr>
              <w:t xml:space="preserve"> r., poz. </w:t>
            </w:r>
            <w:r>
              <w:rPr>
                <w:rFonts w:ascii="Arial" w:hAnsi="Arial" w:cs="Arial"/>
                <w:bCs/>
              </w:rPr>
              <w:t>418</w:t>
            </w:r>
            <w:r w:rsidRPr="00A07230">
              <w:rPr>
                <w:rFonts w:ascii="Arial" w:hAnsi="Arial" w:cs="Arial"/>
                <w:bCs/>
              </w:rPr>
              <w:t xml:space="preserve"> ze zm.) w specjalności ………</w:t>
            </w:r>
            <w:proofErr w:type="gramStart"/>
            <w:r w:rsidRPr="00A07230">
              <w:rPr>
                <w:rFonts w:ascii="Arial" w:hAnsi="Arial" w:cs="Arial"/>
                <w:bCs/>
              </w:rPr>
              <w:t>…….</w:t>
            </w:r>
            <w:proofErr w:type="gramEnd"/>
            <w:r w:rsidRPr="00A07230">
              <w:rPr>
                <w:rFonts w:ascii="Arial" w:hAnsi="Arial" w:cs="Arial"/>
                <w:bCs/>
              </w:rPr>
              <w:t>.</w:t>
            </w:r>
          </w:p>
          <w:p w14:paraId="6EF69078" w14:textId="77777777" w:rsidR="00275CC0" w:rsidRPr="00A07230" w:rsidRDefault="00275CC0" w:rsidP="00275CC0">
            <w:pPr>
              <w:pStyle w:val="Nagwek"/>
              <w:spacing w:before="120" w:after="120"/>
              <w:rPr>
                <w:rFonts w:ascii="Arial" w:hAnsi="Arial" w:cs="Arial"/>
                <w:bCs/>
              </w:rPr>
            </w:pPr>
            <w:r w:rsidRPr="00A07230">
              <w:rPr>
                <w:rFonts w:ascii="Arial" w:hAnsi="Arial" w:cs="Arial"/>
                <w:bCs/>
              </w:rPr>
              <w:t>Numer uprawnień …</w:t>
            </w:r>
          </w:p>
          <w:p w14:paraId="3E1DC6C9" w14:textId="0F2796B5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175FD22E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A0785" w14:paraId="5C481FC1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6AA59E20" w14:textId="55F7220D" w:rsidR="004A0785" w:rsidRDefault="004A0785" w:rsidP="0017341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10" w:type="dxa"/>
          </w:tcPr>
          <w:p w14:paraId="6EB021CA" w14:textId="77777777" w:rsidR="004A0785" w:rsidRDefault="004A0785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60D3F5C" w14:textId="3D46E7DE" w:rsidR="004A0785" w:rsidRPr="009E4B82" w:rsidRDefault="004A0785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Projektant …</w:t>
            </w:r>
            <w:proofErr w:type="gramStart"/>
            <w:r>
              <w:rPr>
                <w:rFonts w:ascii="Arial" w:hAnsi="Arial" w:cs="Arial"/>
                <w:bCs/>
              </w:rPr>
              <w:t>…….</w:t>
            </w:r>
            <w:proofErr w:type="gramEnd"/>
          </w:p>
        </w:tc>
        <w:tc>
          <w:tcPr>
            <w:tcW w:w="4536" w:type="dxa"/>
            <w:vAlign w:val="center"/>
          </w:tcPr>
          <w:p w14:paraId="26FB125F" w14:textId="77777777" w:rsidR="004A0785" w:rsidRPr="00A07230" w:rsidRDefault="004A0785" w:rsidP="004A0785">
            <w:pPr>
              <w:pStyle w:val="Nagwek"/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Upra</w:t>
            </w:r>
            <w:r w:rsidRPr="00A07230">
              <w:rPr>
                <w:rFonts w:ascii="Arial" w:hAnsi="Arial" w:cs="Arial"/>
                <w:bCs/>
              </w:rPr>
              <w:t>wnienia budowlane bez ograniczeń zgodnie z ustawą z dnia 7 lipca 1994 r. Prawo budowlane (tekst jednolity Dz. U. z 202</w:t>
            </w:r>
            <w:r>
              <w:rPr>
                <w:rFonts w:ascii="Arial" w:hAnsi="Arial" w:cs="Arial"/>
                <w:bCs/>
              </w:rPr>
              <w:t>5</w:t>
            </w:r>
            <w:r w:rsidRPr="00A07230">
              <w:rPr>
                <w:rFonts w:ascii="Arial" w:hAnsi="Arial" w:cs="Arial"/>
                <w:bCs/>
              </w:rPr>
              <w:t xml:space="preserve"> r., poz. </w:t>
            </w:r>
            <w:r>
              <w:rPr>
                <w:rFonts w:ascii="Arial" w:hAnsi="Arial" w:cs="Arial"/>
                <w:bCs/>
              </w:rPr>
              <w:t>418</w:t>
            </w:r>
            <w:r w:rsidRPr="00A07230">
              <w:rPr>
                <w:rFonts w:ascii="Arial" w:hAnsi="Arial" w:cs="Arial"/>
                <w:bCs/>
              </w:rPr>
              <w:t xml:space="preserve"> ze zm.) w specjalności ………</w:t>
            </w:r>
            <w:proofErr w:type="gramStart"/>
            <w:r w:rsidRPr="00A07230">
              <w:rPr>
                <w:rFonts w:ascii="Arial" w:hAnsi="Arial" w:cs="Arial"/>
                <w:bCs/>
              </w:rPr>
              <w:t>…….</w:t>
            </w:r>
            <w:proofErr w:type="gramEnd"/>
            <w:r w:rsidRPr="00A07230">
              <w:rPr>
                <w:rFonts w:ascii="Arial" w:hAnsi="Arial" w:cs="Arial"/>
                <w:bCs/>
              </w:rPr>
              <w:t>.</w:t>
            </w:r>
          </w:p>
          <w:p w14:paraId="7544ABB9" w14:textId="243DCE91" w:rsidR="004A0785" w:rsidRDefault="004A0785" w:rsidP="00275CC0">
            <w:pPr>
              <w:pStyle w:val="Nagwek"/>
              <w:spacing w:before="120" w:after="120"/>
              <w:rPr>
                <w:rFonts w:ascii="Arial" w:hAnsi="Arial" w:cs="Arial"/>
                <w:bCs/>
              </w:rPr>
            </w:pPr>
            <w:r w:rsidRPr="00A07230">
              <w:rPr>
                <w:rFonts w:ascii="Arial" w:hAnsi="Arial" w:cs="Arial"/>
                <w:bCs/>
              </w:rPr>
              <w:t>Numer uprawnień …</w:t>
            </w:r>
          </w:p>
        </w:tc>
        <w:tc>
          <w:tcPr>
            <w:tcW w:w="3261" w:type="dxa"/>
            <w:vAlign w:val="center"/>
          </w:tcPr>
          <w:p w14:paraId="667CC96C" w14:textId="77777777" w:rsidR="004A0785" w:rsidRPr="00B105F9" w:rsidRDefault="004A0785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E78D496" w14:textId="77777777" w:rsidR="00121B8A" w:rsidRDefault="00121B8A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40127316" w14:textId="77777777" w:rsidTr="009160CE">
        <w:tc>
          <w:tcPr>
            <w:tcW w:w="6237" w:type="dxa"/>
          </w:tcPr>
          <w:p w14:paraId="6C803AE2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E5FD96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0E2319A9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</w:tcPr>
          <w:p w14:paraId="739C1D7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472268F8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0E21C1B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331A7D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1ED5DD66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AE3F9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426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23996" w14:textId="77777777" w:rsidR="00421A4D" w:rsidRDefault="00421A4D">
      <w:r>
        <w:separator/>
      </w:r>
    </w:p>
  </w:endnote>
  <w:endnote w:type="continuationSeparator" w:id="0">
    <w:p w14:paraId="41C0722F" w14:textId="77777777" w:rsidR="00421A4D" w:rsidRDefault="0042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410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593E55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8D3C4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5A0DA33" w14:textId="77777777" w:rsidR="00821C80" w:rsidRPr="00CA5E56" w:rsidRDefault="00CA5E56" w:rsidP="00311A8C">
    <w:pPr>
      <w:pStyle w:val="Stopka"/>
      <w:tabs>
        <w:tab w:val="clear" w:pos="4536"/>
      </w:tabs>
      <w:spacing w:before="12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                                                                              </w:t>
    </w:r>
    <w:r>
      <w:rPr>
        <w:rFonts w:ascii="Arial" w:hAnsi="Arial"/>
        <w:sz w:val="18"/>
      </w:rPr>
      <w:tab/>
      <w:t xml:space="preserve">                               </w:t>
    </w:r>
    <w:r>
      <w:rPr>
        <w:rStyle w:val="Numerstrony"/>
        <w:rFonts w:ascii="Arial" w:hAnsi="Arial"/>
        <w:sz w:val="18"/>
      </w:rPr>
      <w:t xml:space="preserve">Strona: 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PAGE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  <w:r>
      <w:rPr>
        <w:rStyle w:val="Numerstrony"/>
        <w:rFonts w:ascii="Arial" w:hAnsi="Arial"/>
        <w:sz w:val="18"/>
      </w:rPr>
      <w:t>/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NUMPAGES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2</w:t>
    </w:r>
    <w:r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E05E6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B25107C" w14:textId="77777777" w:rsidR="00821C80" w:rsidRDefault="00821C80">
    <w:pPr>
      <w:pStyle w:val="Stopka"/>
      <w:tabs>
        <w:tab w:val="clear" w:pos="4536"/>
      </w:tabs>
      <w:jc w:val="center"/>
    </w:pPr>
  </w:p>
  <w:p w14:paraId="57F64D45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A58B" w14:textId="77777777" w:rsidR="00421A4D" w:rsidRDefault="00421A4D">
      <w:r>
        <w:separator/>
      </w:r>
    </w:p>
  </w:footnote>
  <w:footnote w:type="continuationSeparator" w:id="0">
    <w:p w14:paraId="2A221450" w14:textId="77777777" w:rsidR="00421A4D" w:rsidRDefault="00421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E8B4" w14:textId="254DE914" w:rsidR="00CA5E56" w:rsidRDefault="00CA5E56" w:rsidP="009160CE">
    <w:pPr>
      <w:tabs>
        <w:tab w:val="center" w:pos="4536"/>
        <w:tab w:val="right" w:pos="9072"/>
      </w:tabs>
      <w:rPr>
        <w:rFonts w:ascii="Arial" w:hAnsi="Arial" w:cs="Arial"/>
      </w:rPr>
    </w:pPr>
    <w:r w:rsidRPr="00CA5E56">
      <w:rPr>
        <w:rFonts w:ascii="Arial" w:hAnsi="Arial" w:cs="Arial"/>
      </w:rPr>
      <w:t xml:space="preserve">Numer referencyjny postępowania: </w:t>
    </w:r>
    <w:r w:rsidR="00331A7D">
      <w:rPr>
        <w:rFonts w:ascii="Arial" w:hAnsi="Arial" w:cs="Arial"/>
      </w:rPr>
      <w:t>GK.271.</w:t>
    </w:r>
    <w:r w:rsidR="00EB20B0">
      <w:rPr>
        <w:rFonts w:ascii="Arial" w:hAnsi="Arial" w:cs="Arial"/>
      </w:rPr>
      <w:t>11</w:t>
    </w:r>
    <w:r w:rsidR="00331A7D">
      <w:rPr>
        <w:rFonts w:ascii="Arial" w:hAnsi="Arial" w:cs="Arial"/>
      </w:rPr>
      <w:t>.202</w:t>
    </w:r>
    <w:r w:rsidR="00EB20B0">
      <w:rPr>
        <w:rFonts w:ascii="Arial" w:hAnsi="Arial" w:cs="Arial"/>
      </w:rPr>
      <w:t>6</w:t>
    </w:r>
  </w:p>
  <w:p w14:paraId="21CBC5CE" w14:textId="5CD3938D" w:rsidR="00E16F9E" w:rsidRPr="009160CE" w:rsidRDefault="00E16F9E" w:rsidP="00E16F9E">
    <w:pPr>
      <w:tabs>
        <w:tab w:val="center" w:pos="4536"/>
        <w:tab w:val="right" w:pos="9072"/>
      </w:tabs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D510B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65"/>
    <w:rsid w:val="00045886"/>
    <w:rsid w:val="001174D3"/>
    <w:rsid w:val="00121B8A"/>
    <w:rsid w:val="00150D7E"/>
    <w:rsid w:val="00167DCC"/>
    <w:rsid w:val="00173417"/>
    <w:rsid w:val="00205A70"/>
    <w:rsid w:val="00275CC0"/>
    <w:rsid w:val="00311A8C"/>
    <w:rsid w:val="00331A7D"/>
    <w:rsid w:val="00354857"/>
    <w:rsid w:val="00421A4D"/>
    <w:rsid w:val="004A0785"/>
    <w:rsid w:val="004E070D"/>
    <w:rsid w:val="005A3A65"/>
    <w:rsid w:val="0060654D"/>
    <w:rsid w:val="00691359"/>
    <w:rsid w:val="007064BA"/>
    <w:rsid w:val="00750FA2"/>
    <w:rsid w:val="007524A3"/>
    <w:rsid w:val="00771188"/>
    <w:rsid w:val="00821C80"/>
    <w:rsid w:val="00861259"/>
    <w:rsid w:val="009160CE"/>
    <w:rsid w:val="00936CFB"/>
    <w:rsid w:val="00940CA9"/>
    <w:rsid w:val="00980415"/>
    <w:rsid w:val="009C437A"/>
    <w:rsid w:val="009E4B82"/>
    <w:rsid w:val="00A01ABF"/>
    <w:rsid w:val="00AA594F"/>
    <w:rsid w:val="00AE3F9F"/>
    <w:rsid w:val="00B105F9"/>
    <w:rsid w:val="00B11EA3"/>
    <w:rsid w:val="00B41A5F"/>
    <w:rsid w:val="00B551AF"/>
    <w:rsid w:val="00B90725"/>
    <w:rsid w:val="00BB09D4"/>
    <w:rsid w:val="00BF160F"/>
    <w:rsid w:val="00C97A27"/>
    <w:rsid w:val="00CA5E56"/>
    <w:rsid w:val="00D52F5E"/>
    <w:rsid w:val="00E16F9E"/>
    <w:rsid w:val="00E819CF"/>
    <w:rsid w:val="00EB20B0"/>
    <w:rsid w:val="00EC6E38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DCFCF9"/>
  <w15:chartTrackingRefBased/>
  <w15:docId w15:val="{7CE36483-AC34-4282-BE63-04F1219D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407A-1864-4F0A-ACBE-7BCC1FC4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219</Words>
  <Characters>1711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nr pisma</vt:lpstr>
      <vt:lpstr>        Załącznik nr @p_siwz_dok_nr#nr_kl do SWZ</vt:lpstr>
    </vt:vector>
  </TitlesOfParts>
  <Company>Datacomp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Dell</dc:creator>
  <cp:keywords/>
  <cp:lastModifiedBy>Przemysław Krawętkowski</cp:lastModifiedBy>
  <cp:revision>6</cp:revision>
  <cp:lastPrinted>2000-12-12T17:01:00Z</cp:lastPrinted>
  <dcterms:created xsi:type="dcterms:W3CDTF">2025-12-23T10:06:00Z</dcterms:created>
  <dcterms:modified xsi:type="dcterms:W3CDTF">2026-02-23T08:27:00Z</dcterms:modified>
</cp:coreProperties>
</file>